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D76064" w:rsidRDefault="0071620A" w:rsidP="00D76064">
      <w:pPr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76064">
        <w:rPr>
          <w:rFonts w:ascii="Corbel" w:hAnsi="Corbel" w:cs="Corbel"/>
          <w:b/>
          <w:i/>
          <w:iCs/>
          <w:smallCaps/>
          <w:sz w:val="24"/>
          <w:szCs w:val="24"/>
        </w:rPr>
        <w:t>2022-2025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7F3EFD" w:rsidRDefault="007F3EFD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7F3EFD">
        <w:rPr>
          <w:rFonts w:ascii="Corbel" w:hAnsi="Corbel"/>
          <w:b/>
          <w:sz w:val="20"/>
          <w:szCs w:val="20"/>
        </w:rPr>
        <w:tab/>
        <w:t xml:space="preserve">Rok akademicki </w:t>
      </w:r>
      <w:r w:rsidR="00DA4EBE" w:rsidRPr="007F3EFD">
        <w:rPr>
          <w:rFonts w:ascii="Corbel" w:hAnsi="Corbel"/>
          <w:b/>
          <w:sz w:val="20"/>
          <w:szCs w:val="20"/>
        </w:rPr>
        <w:t>20</w:t>
      </w:r>
      <w:r w:rsidR="00BF39A9" w:rsidRPr="007F3EFD">
        <w:rPr>
          <w:rFonts w:ascii="Corbel" w:hAnsi="Corbel"/>
          <w:b/>
          <w:sz w:val="20"/>
          <w:szCs w:val="20"/>
        </w:rPr>
        <w:t>2</w:t>
      </w:r>
      <w:r w:rsidR="00D76064">
        <w:rPr>
          <w:rFonts w:ascii="Corbel" w:hAnsi="Corbel"/>
          <w:b/>
          <w:sz w:val="20"/>
          <w:szCs w:val="20"/>
        </w:rPr>
        <w:t>3</w:t>
      </w:r>
      <w:r w:rsidR="00DA4EBE" w:rsidRPr="007F3EFD">
        <w:rPr>
          <w:rFonts w:ascii="Corbel" w:hAnsi="Corbel"/>
          <w:b/>
          <w:sz w:val="20"/>
          <w:szCs w:val="20"/>
        </w:rPr>
        <w:t>/202</w:t>
      </w:r>
      <w:r w:rsidR="00D76064">
        <w:rPr>
          <w:rFonts w:ascii="Corbel" w:hAnsi="Corbel"/>
          <w:b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7F3EFD" w:rsidRDefault="003732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F3EFD">
              <w:rPr>
                <w:rFonts w:ascii="Corbel" w:hAnsi="Corbel"/>
                <w:sz w:val="24"/>
                <w:szCs w:val="24"/>
              </w:rPr>
              <w:t>Patologie społeczne i resocjalizacja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B30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08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5970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Pogrubienie"/>
                <w:rFonts w:ascii="Arial" w:hAnsi="Aria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7F3EFD" w:rsidRDefault="00C65D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F3EFD">
              <w:rPr>
                <w:rFonts w:ascii="Corbel" w:hAnsi="Corbel"/>
                <w:sz w:val="24"/>
                <w:szCs w:val="24"/>
              </w:rPr>
              <w:t>Rok 2, semestr 3, 4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</w:t>
            </w:r>
            <w:r w:rsidR="00CA773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A0A36">
              <w:rPr>
                <w:rFonts w:ascii="Corbel" w:hAnsi="Corbel"/>
                <w:b w:val="0"/>
                <w:sz w:val="24"/>
                <w:szCs w:val="24"/>
              </w:rPr>
              <w:t xml:space="preserve">specjalnościowe, sp. Asystent </w:t>
            </w:r>
            <w:r w:rsidR="0053458D">
              <w:rPr>
                <w:rFonts w:ascii="Corbel" w:hAnsi="Corbel"/>
                <w:b w:val="0"/>
                <w:sz w:val="24"/>
                <w:szCs w:val="24"/>
              </w:rPr>
              <w:t>rodziny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9C09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Dorota Pstrąg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7F3EF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7F3E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7F3E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F3E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F3E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F3E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F3E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7F3E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F3E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F3E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F3E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F3E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7F3EF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65DF5" w:rsidP="007F3E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65DF5" w:rsidP="007F3E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7F3E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7F3E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7F3E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7F3E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7F3E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7F3E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7F3E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65DF5" w:rsidP="007F3E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:rsidTr="007F3EF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C65DF5" w:rsidP="007F3E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7F3E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C65DF5" w:rsidP="007F3E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7F3E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7F3E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7F3E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7F3E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7F3E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7F3E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C65DF5" w:rsidP="007F3E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B12FC5" w:rsidRPr="00B41021" w:rsidRDefault="00B12FC5" w:rsidP="00B12FC5">
      <w:pPr>
        <w:pStyle w:val="Punktygwne"/>
        <w:spacing w:before="0" w:after="0" w:line="320" w:lineRule="exact"/>
        <w:ind w:left="709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Pr="00B4102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C5577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7F3EFD" w:rsidRPr="009C54AE" w:rsidRDefault="007F3EF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0D04" w:rsidRDefault="00B12FC5" w:rsidP="009C54AE">
            <w:pPr>
              <w:pStyle w:val="Punktygwne"/>
              <w:spacing w:before="40" w:after="4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C0D04">
              <w:rPr>
                <w:rFonts w:ascii="Corbel" w:hAnsi="Corbel"/>
                <w:b w:val="0"/>
                <w:iCs/>
                <w:smallCaps w:val="0"/>
                <w:szCs w:val="24"/>
              </w:rPr>
              <w:t>Student powinien posiadać podstawową wiedzę z zakresu: socjologii, psychologii ogólnej, biomedycznych podstaw rozwoju i wychowania</w:t>
            </w:r>
            <w:r w:rsidRPr="009C0D0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B12FC5" w:rsidRPr="00235374" w:rsidTr="00026D8F">
        <w:tc>
          <w:tcPr>
            <w:tcW w:w="675" w:type="dxa"/>
            <w:vAlign w:val="center"/>
          </w:tcPr>
          <w:p w:rsidR="00B12FC5" w:rsidRPr="00235374" w:rsidRDefault="00B12FC5" w:rsidP="00026D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3537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</w:tcPr>
          <w:p w:rsidR="00B12FC5" w:rsidRPr="00235374" w:rsidRDefault="00B12FC5" w:rsidP="00026D8F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235374">
              <w:rPr>
                <w:rFonts w:ascii="Corbel" w:hAnsi="Corbel" w:cs="Times New Roman"/>
                <w:lang w:val="pl-PL"/>
              </w:rPr>
              <w:t>Student zna podstawowe dyscypliny naukowe zajmujące się zjawiskami patologii społecznej.</w:t>
            </w:r>
          </w:p>
        </w:tc>
      </w:tr>
      <w:tr w:rsidR="00B12FC5" w:rsidRPr="00235374" w:rsidTr="00026D8F">
        <w:tc>
          <w:tcPr>
            <w:tcW w:w="675" w:type="dxa"/>
            <w:vAlign w:val="center"/>
          </w:tcPr>
          <w:p w:rsidR="00B12FC5" w:rsidRPr="00235374" w:rsidRDefault="00B12FC5" w:rsidP="00026D8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</w:tcPr>
          <w:p w:rsidR="00B12FC5" w:rsidRPr="00235374" w:rsidRDefault="00B12FC5" w:rsidP="00026D8F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235374">
              <w:rPr>
                <w:rFonts w:ascii="Corbel" w:hAnsi="Corbel" w:cs="Times New Roman"/>
                <w:lang w:val="pl-PL"/>
              </w:rPr>
              <w:t xml:space="preserve">Potrafi zaprezentować podstawowe cechy pedagogiki resocjalizacyjnej jako dyscypliny naukowej. </w:t>
            </w:r>
          </w:p>
        </w:tc>
      </w:tr>
      <w:tr w:rsidR="00B12FC5" w:rsidRPr="00235374" w:rsidTr="00026D8F">
        <w:tc>
          <w:tcPr>
            <w:tcW w:w="675" w:type="dxa"/>
            <w:vAlign w:val="center"/>
          </w:tcPr>
          <w:p w:rsidR="00B12FC5" w:rsidRPr="00235374" w:rsidRDefault="00B12FC5" w:rsidP="00026D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3537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</w:tcPr>
          <w:p w:rsidR="00B12FC5" w:rsidRPr="00235374" w:rsidRDefault="00B12FC5" w:rsidP="00026D8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235374">
              <w:rPr>
                <w:rFonts w:ascii="Corbel" w:hAnsi="Corbel" w:cs="Times New Roman"/>
                <w:lang w:val="pl-PL"/>
              </w:rPr>
              <w:t>Student potrafi scharakteryzować podstawowe rodzaje, symptomy i przyczyny zjawisk patologicznych.</w:t>
            </w:r>
          </w:p>
        </w:tc>
      </w:tr>
      <w:tr w:rsidR="00B12FC5" w:rsidRPr="00235374" w:rsidTr="00026D8F">
        <w:tc>
          <w:tcPr>
            <w:tcW w:w="675" w:type="dxa"/>
            <w:vAlign w:val="center"/>
          </w:tcPr>
          <w:p w:rsidR="00B12FC5" w:rsidRPr="00235374" w:rsidRDefault="00B12FC5" w:rsidP="00026D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3537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</w:tcPr>
          <w:p w:rsidR="00B12FC5" w:rsidRPr="00235374" w:rsidRDefault="00B12FC5" w:rsidP="00026D8F">
            <w:pPr>
              <w:spacing w:after="0" w:line="240" w:lineRule="auto"/>
              <w:jc w:val="both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sz w:val="24"/>
                <w:szCs w:val="24"/>
              </w:rPr>
              <w:t>Student zna rodzaje, symptomy i przyczyny niedostosowania społecznego.</w:t>
            </w:r>
          </w:p>
        </w:tc>
      </w:tr>
      <w:tr w:rsidR="00B12FC5" w:rsidRPr="00235374" w:rsidTr="00026D8F">
        <w:tc>
          <w:tcPr>
            <w:tcW w:w="675" w:type="dxa"/>
            <w:vAlign w:val="center"/>
          </w:tcPr>
          <w:p w:rsidR="00B12FC5" w:rsidRPr="00235374" w:rsidRDefault="00B12FC5" w:rsidP="00026D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35374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:rsidR="00B12FC5" w:rsidRPr="00235374" w:rsidRDefault="00B12FC5" w:rsidP="00026D8F">
            <w:pPr>
              <w:spacing w:after="0" w:line="240" w:lineRule="auto"/>
              <w:jc w:val="both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sz w:val="24"/>
                <w:szCs w:val="24"/>
              </w:rPr>
              <w:t>Student potrafi analizować akty normatywne określające zasady postępowania z dziećmi młodzieżą i osobami dorosłymi niedostosowanymi społecznie.</w:t>
            </w:r>
          </w:p>
        </w:tc>
      </w:tr>
      <w:tr w:rsidR="00B12FC5" w:rsidRPr="00235374" w:rsidTr="00026D8F">
        <w:tc>
          <w:tcPr>
            <w:tcW w:w="675" w:type="dxa"/>
            <w:vAlign w:val="center"/>
          </w:tcPr>
          <w:p w:rsidR="00B12FC5" w:rsidRPr="00235374" w:rsidRDefault="00B12FC5" w:rsidP="00026D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35374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9103" w:type="dxa"/>
          </w:tcPr>
          <w:p w:rsidR="00B12FC5" w:rsidRPr="00235374" w:rsidRDefault="00B12FC5" w:rsidP="00026D8F">
            <w:pPr>
              <w:spacing w:after="0" w:line="240" w:lineRule="auto"/>
              <w:jc w:val="both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sz w:val="24"/>
                <w:szCs w:val="24"/>
              </w:rPr>
              <w:t>Student potrafi scharakteryzować formy pracy resocjalizacyjnej prowadzonej z osobami przejawiającymi zaburzenia w funkcjonowaniu społecznym.</w:t>
            </w:r>
          </w:p>
        </w:tc>
      </w:tr>
      <w:tr w:rsidR="00B12FC5" w:rsidRPr="00235374" w:rsidTr="00026D8F">
        <w:tc>
          <w:tcPr>
            <w:tcW w:w="675" w:type="dxa"/>
            <w:vAlign w:val="center"/>
          </w:tcPr>
          <w:p w:rsidR="00B12FC5" w:rsidRPr="00235374" w:rsidRDefault="00B12FC5" w:rsidP="00026D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35374"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9103" w:type="dxa"/>
          </w:tcPr>
          <w:p w:rsidR="00B12FC5" w:rsidRPr="00235374" w:rsidRDefault="00B12FC5" w:rsidP="00026D8F">
            <w:pPr>
              <w:spacing w:after="0" w:line="240" w:lineRule="auto"/>
              <w:jc w:val="both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sz w:val="24"/>
                <w:szCs w:val="24"/>
              </w:rPr>
              <w:t>Student potrafi opisać systemem instytucji i placówek realizujących zadania z zakresu profilaktyki i resocjalizacji.</w:t>
            </w:r>
          </w:p>
        </w:tc>
      </w:tr>
      <w:tr w:rsidR="00B12FC5" w:rsidRPr="00235374" w:rsidTr="00026D8F">
        <w:tc>
          <w:tcPr>
            <w:tcW w:w="675" w:type="dxa"/>
            <w:vAlign w:val="center"/>
          </w:tcPr>
          <w:p w:rsidR="00B12FC5" w:rsidRPr="00235374" w:rsidRDefault="00B12FC5" w:rsidP="00026D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35374">
              <w:rPr>
                <w:rFonts w:ascii="Corbel" w:hAnsi="Corbel"/>
                <w:b w:val="0"/>
                <w:sz w:val="24"/>
                <w:szCs w:val="24"/>
              </w:rPr>
              <w:t>C8</w:t>
            </w:r>
          </w:p>
        </w:tc>
        <w:tc>
          <w:tcPr>
            <w:tcW w:w="9103" w:type="dxa"/>
          </w:tcPr>
          <w:p w:rsidR="00B12FC5" w:rsidRPr="00235374" w:rsidRDefault="00B12FC5" w:rsidP="00026D8F">
            <w:pPr>
              <w:spacing w:after="0" w:line="240" w:lineRule="auto"/>
              <w:jc w:val="both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sz w:val="24"/>
                <w:szCs w:val="24"/>
              </w:rPr>
              <w:t>Student prezentuje właściwe wychowawczo postawy, wobec osób niedostosowanych społecznie, sprawiających trudności wychowawcze, przejawiających zachowania patologiczne.</w:t>
            </w:r>
          </w:p>
        </w:tc>
      </w:tr>
      <w:tr w:rsidR="00B12FC5" w:rsidRPr="00235374" w:rsidTr="00026D8F">
        <w:tc>
          <w:tcPr>
            <w:tcW w:w="675" w:type="dxa"/>
            <w:vAlign w:val="center"/>
          </w:tcPr>
          <w:p w:rsidR="00B12FC5" w:rsidRPr="00235374" w:rsidRDefault="00B12FC5" w:rsidP="00026D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35374">
              <w:rPr>
                <w:rFonts w:ascii="Corbel" w:hAnsi="Corbel"/>
                <w:b w:val="0"/>
                <w:sz w:val="24"/>
                <w:szCs w:val="24"/>
              </w:rPr>
              <w:t>C9</w:t>
            </w:r>
          </w:p>
        </w:tc>
        <w:tc>
          <w:tcPr>
            <w:tcW w:w="9103" w:type="dxa"/>
          </w:tcPr>
          <w:p w:rsidR="00B12FC5" w:rsidRPr="00235374" w:rsidRDefault="00B12FC5" w:rsidP="00026D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sz w:val="24"/>
                <w:szCs w:val="24"/>
              </w:rPr>
              <w:t>Student przejawia zainteresowania pracą z osobami  zagrożonymi patologią społeczną oraz niedostosowanymi społecznie.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B7A2E" w:rsidRPr="009C54AE" w:rsidTr="005E6E85">
        <w:tc>
          <w:tcPr>
            <w:tcW w:w="1701" w:type="dxa"/>
          </w:tcPr>
          <w:p w:rsidR="004B7A2E" w:rsidRPr="00B41021" w:rsidRDefault="004B7A2E" w:rsidP="00026D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096" w:type="dxa"/>
          </w:tcPr>
          <w:p w:rsidR="004B7A2E" w:rsidRPr="00B41021" w:rsidRDefault="004B7A2E" w:rsidP="00026D8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Wyjaśni etiologię i specyfikę różnych form</w:t>
            </w:r>
            <w:r w:rsidRPr="00B41021">
              <w:rPr>
                <w:rFonts w:ascii="Corbel" w:hAnsi="Corbel"/>
                <w:sz w:val="24"/>
                <w:szCs w:val="24"/>
              </w:rPr>
              <w:t xml:space="preserve"> zjawisk patologicznych</w:t>
            </w:r>
            <w:r>
              <w:rPr>
                <w:rFonts w:ascii="Corbel" w:hAnsi="Corbel"/>
                <w:sz w:val="24"/>
                <w:szCs w:val="24"/>
              </w:rPr>
              <w:t xml:space="preserve"> w rodzinie</w:t>
            </w:r>
            <w:r w:rsidRPr="00B41021">
              <w:rPr>
                <w:rFonts w:ascii="Corbel" w:hAnsi="Corbel"/>
                <w:sz w:val="24"/>
                <w:szCs w:val="24"/>
              </w:rPr>
              <w:t xml:space="preserve"> wykorzystując </w:t>
            </w:r>
            <w:r>
              <w:rPr>
                <w:rFonts w:ascii="Corbel" w:hAnsi="Corbel"/>
                <w:sz w:val="24"/>
                <w:szCs w:val="24"/>
              </w:rPr>
              <w:t>wybrane koncepcje psychologiczne, pedagogiczne, socjologiczne i biologiczne oraz rozwiązania prawne.</w:t>
            </w:r>
          </w:p>
        </w:tc>
        <w:tc>
          <w:tcPr>
            <w:tcW w:w="1873" w:type="dxa"/>
          </w:tcPr>
          <w:p w:rsidR="004B7A2E" w:rsidRPr="00D768F6" w:rsidRDefault="004B7A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68F6">
              <w:rPr>
                <w:rFonts w:ascii="Corbel" w:hAnsi="Corbel"/>
                <w:b w:val="0"/>
                <w:szCs w:val="24"/>
              </w:rPr>
              <w:t>K_W02</w:t>
            </w:r>
          </w:p>
        </w:tc>
      </w:tr>
      <w:tr w:rsidR="004B7A2E" w:rsidRPr="009C54AE" w:rsidTr="000C4F2A">
        <w:trPr>
          <w:trHeight w:val="904"/>
        </w:trPr>
        <w:tc>
          <w:tcPr>
            <w:tcW w:w="1701" w:type="dxa"/>
          </w:tcPr>
          <w:p w:rsidR="004B7A2E" w:rsidRPr="009F5D7F" w:rsidRDefault="004B7A2E" w:rsidP="00026D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7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F5D7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="004B7A2E" w:rsidRPr="009F5D7F" w:rsidRDefault="004B7A2E" w:rsidP="000C4F2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Scharakteryzuje  zaburzenia</w:t>
            </w:r>
            <w:r w:rsidRPr="009F5D7F">
              <w:rPr>
                <w:rFonts w:ascii="Corbel" w:hAnsi="Corbel"/>
                <w:sz w:val="24"/>
                <w:szCs w:val="24"/>
              </w:rPr>
              <w:t xml:space="preserve"> w przebiegu procesu wychowania i socjalizacji w rodzinie wynikających z patologizacji środowisk i instytucji społecznych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9F5D7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4B7A2E" w:rsidRPr="00D768F6" w:rsidRDefault="004B7A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68F6"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0C4F2A" w:rsidRPr="009C54AE" w:rsidTr="005E6E85">
        <w:tc>
          <w:tcPr>
            <w:tcW w:w="1701" w:type="dxa"/>
          </w:tcPr>
          <w:p w:rsidR="000C4F2A" w:rsidRPr="009F5D7F" w:rsidRDefault="000C4F2A" w:rsidP="00026D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7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0C4F2A" w:rsidRPr="009F5D7F" w:rsidRDefault="000C4F2A" w:rsidP="000C4F2A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 xml:space="preserve">Przedstawi  prawne,  ekonomiczne i społeczno–pedagogiczne  podstawy </w:t>
            </w:r>
            <w:r w:rsidRPr="009F5D7F">
              <w:rPr>
                <w:rFonts w:ascii="Corbel" w:hAnsi="Corbel" w:cs="Times New Roman"/>
                <w:color w:val="auto"/>
              </w:rPr>
              <w:t>funkcjonowania instytucji profilaktycznych i resocjalizacyjnych zajmujących się pomocą rodzinie oraz o stosowan</w:t>
            </w:r>
            <w:r>
              <w:rPr>
                <w:rFonts w:ascii="Corbel" w:hAnsi="Corbel" w:cs="Times New Roman"/>
                <w:color w:val="auto"/>
              </w:rPr>
              <w:t xml:space="preserve">e w nich normy, procedury </w:t>
            </w:r>
            <w:r w:rsidRPr="009F5D7F">
              <w:rPr>
                <w:rFonts w:ascii="Corbel" w:hAnsi="Corbel" w:cs="Times New Roman"/>
                <w:color w:val="auto"/>
              </w:rPr>
              <w:t>i metody</w:t>
            </w:r>
            <w:r>
              <w:rPr>
                <w:rFonts w:ascii="Corbel" w:hAnsi="Corbel" w:cs="Times New Roman"/>
                <w:color w:val="auto"/>
              </w:rPr>
              <w:t xml:space="preserve"> pracy.</w:t>
            </w:r>
          </w:p>
        </w:tc>
        <w:tc>
          <w:tcPr>
            <w:tcW w:w="1873" w:type="dxa"/>
          </w:tcPr>
          <w:p w:rsidR="000C4F2A" w:rsidRPr="00D768F6" w:rsidRDefault="000C4F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68F6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5D1A1E" w:rsidRPr="009C54AE" w:rsidTr="005E6E85">
        <w:tc>
          <w:tcPr>
            <w:tcW w:w="1701" w:type="dxa"/>
          </w:tcPr>
          <w:p w:rsidR="005D1A1E" w:rsidRPr="009C54AE" w:rsidRDefault="005D1A1E" w:rsidP="00026D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7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5D1A1E" w:rsidRPr="009C54AE" w:rsidRDefault="005D1A1E" w:rsidP="005D1A1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indywidualny przypadek jednostki lub grupy  wykazującej  symptomy patologii społecznej, z uwzględnieniem etiologii zaburzeń, ich psychospołecznych przejawów oraz możliwości resocjalizacji,   w oparciu o zebrane samodzielnie informacje.</w:t>
            </w:r>
          </w:p>
        </w:tc>
        <w:tc>
          <w:tcPr>
            <w:tcW w:w="1873" w:type="dxa"/>
          </w:tcPr>
          <w:p w:rsidR="005D1A1E" w:rsidRPr="00D768F6" w:rsidRDefault="005D1A1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768F6">
              <w:rPr>
                <w:rFonts w:ascii="Corbel" w:hAnsi="Corbel"/>
                <w:b w:val="0"/>
                <w:szCs w:val="24"/>
              </w:rPr>
              <w:t>K_U01</w:t>
            </w:r>
          </w:p>
        </w:tc>
      </w:tr>
      <w:tr w:rsidR="005D1A1E" w:rsidRPr="009C54AE" w:rsidTr="005E6E85">
        <w:tc>
          <w:tcPr>
            <w:tcW w:w="1701" w:type="dxa"/>
          </w:tcPr>
          <w:p w:rsidR="005D1A1E" w:rsidRPr="009F5D7F" w:rsidRDefault="005D1A1E" w:rsidP="00026D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7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9F5D7F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</w:tcPr>
          <w:p w:rsidR="005D1A1E" w:rsidRPr="009F5D7F" w:rsidRDefault="00D768F6" w:rsidP="005375C1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/>
                <w:color w:val="auto"/>
              </w:rPr>
              <w:t xml:space="preserve">Przedstawi </w:t>
            </w:r>
            <w:r w:rsidR="005D1A1E">
              <w:rPr>
                <w:rFonts w:ascii="Corbel" w:hAnsi="Corbel" w:cs="Times New Roman"/>
                <w:color w:val="auto"/>
              </w:rPr>
              <w:t>projekt</w:t>
            </w:r>
            <w:r w:rsidR="005D1A1E" w:rsidRPr="009F5D7F">
              <w:rPr>
                <w:rFonts w:ascii="Corbel" w:hAnsi="Corbel" w:cs="Times New Roman"/>
                <w:color w:val="auto"/>
              </w:rPr>
              <w:t xml:space="preserve"> pracy z rodziną zagrożoną, </w:t>
            </w:r>
            <w:r w:rsidR="005375C1">
              <w:rPr>
                <w:rFonts w:ascii="Corbel" w:hAnsi="Corbel" w:cs="Times New Roman"/>
                <w:color w:val="auto"/>
              </w:rPr>
              <w:t>dysfunkcyjną, niewydo</w:t>
            </w:r>
            <w:r>
              <w:rPr>
                <w:rFonts w:ascii="Corbel" w:hAnsi="Corbel" w:cs="Times New Roman"/>
                <w:color w:val="auto"/>
              </w:rPr>
              <w:t>lną wychowawczo  i patologiczną, wykorzystując możliwości stwarzane przez obowiązujące przepisy prawa.</w:t>
            </w:r>
          </w:p>
        </w:tc>
        <w:tc>
          <w:tcPr>
            <w:tcW w:w="1873" w:type="dxa"/>
          </w:tcPr>
          <w:p w:rsidR="00D768F6" w:rsidRPr="00D768F6" w:rsidRDefault="007C06E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K_U04</w:t>
            </w:r>
          </w:p>
          <w:p w:rsidR="005D1A1E" w:rsidRPr="00D768F6" w:rsidRDefault="00D768F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768F6">
              <w:rPr>
                <w:rFonts w:ascii="Corbel" w:hAnsi="Corbel"/>
                <w:b w:val="0"/>
                <w:szCs w:val="24"/>
              </w:rPr>
              <w:t xml:space="preserve"> K_U07</w:t>
            </w:r>
          </w:p>
        </w:tc>
      </w:tr>
      <w:tr w:rsidR="00D768F6" w:rsidRPr="009C54AE" w:rsidTr="00D350C2">
        <w:tc>
          <w:tcPr>
            <w:tcW w:w="1701" w:type="dxa"/>
          </w:tcPr>
          <w:p w:rsidR="00D768F6" w:rsidRPr="00B41021" w:rsidRDefault="00D768F6" w:rsidP="00026D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vAlign w:val="center"/>
          </w:tcPr>
          <w:p w:rsidR="00D768F6" w:rsidRPr="00B5286A" w:rsidRDefault="00D768F6" w:rsidP="00026D8F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</w:rPr>
            </w:pPr>
            <w:r w:rsidRPr="00B5286A">
              <w:rPr>
                <w:rFonts w:ascii="Corbel" w:hAnsi="Corbel"/>
                <w:sz w:val="24"/>
              </w:rPr>
              <w:t>Obiektywnie o</w:t>
            </w:r>
            <w:r>
              <w:rPr>
                <w:rFonts w:ascii="Corbel" w:hAnsi="Corbel"/>
                <w:sz w:val="24"/>
              </w:rPr>
              <w:t>ceni</w:t>
            </w:r>
            <w:r w:rsidRPr="00B5286A">
              <w:rPr>
                <w:rFonts w:ascii="Corbel" w:hAnsi="Corbel"/>
                <w:sz w:val="24"/>
              </w:rPr>
              <w:t xml:space="preserve"> swoje przygotowanie do pracy z osobami przejawiającymi za</w:t>
            </w:r>
            <w:r>
              <w:rPr>
                <w:rFonts w:ascii="Corbel" w:hAnsi="Corbel"/>
                <w:sz w:val="24"/>
              </w:rPr>
              <w:t>chowania patologiczne, dostrzegając</w:t>
            </w:r>
            <w:r w:rsidRPr="00B5286A">
              <w:rPr>
                <w:rFonts w:ascii="Corbel" w:hAnsi="Corbel"/>
                <w:sz w:val="24"/>
              </w:rPr>
              <w:t xml:space="preserve"> konieczność uzupełniania wiedzy poprzez samokształcenie</w:t>
            </w:r>
            <w:r>
              <w:rPr>
                <w:rFonts w:ascii="Corbel" w:hAnsi="Corbel"/>
                <w:sz w:val="24"/>
              </w:rPr>
              <w:t>.</w:t>
            </w:r>
            <w:r w:rsidRPr="00B5286A">
              <w:rPr>
                <w:rFonts w:ascii="Corbel" w:hAnsi="Corbel"/>
                <w:sz w:val="24"/>
              </w:rPr>
              <w:t xml:space="preserve"> </w:t>
            </w:r>
          </w:p>
        </w:tc>
        <w:tc>
          <w:tcPr>
            <w:tcW w:w="1873" w:type="dxa"/>
          </w:tcPr>
          <w:p w:rsidR="00D768F6" w:rsidRPr="00D768F6" w:rsidRDefault="00D768F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768F6"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7C06EB" w:rsidRPr="00235374" w:rsidRDefault="007C06EB" w:rsidP="007C06EB">
      <w:pPr>
        <w:pStyle w:val="Akapitzlist"/>
        <w:ind w:left="862"/>
        <w:jc w:val="both"/>
        <w:rPr>
          <w:rFonts w:ascii="Corbel" w:hAnsi="Corbel"/>
          <w:b/>
          <w:sz w:val="24"/>
          <w:szCs w:val="24"/>
        </w:rPr>
      </w:pPr>
    </w:p>
    <w:p w:rsidR="007C06EB" w:rsidRPr="00235374" w:rsidRDefault="007C06EB" w:rsidP="007C06E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35374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C06EB" w:rsidRPr="00235374" w:rsidTr="00026D8F">
        <w:tc>
          <w:tcPr>
            <w:tcW w:w="9639" w:type="dxa"/>
          </w:tcPr>
          <w:p w:rsidR="007C06EB" w:rsidRPr="00235374" w:rsidRDefault="007C06EB" w:rsidP="00026D8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C06EB" w:rsidRPr="00235374" w:rsidTr="00026D8F">
        <w:tc>
          <w:tcPr>
            <w:tcW w:w="9639" w:type="dxa"/>
            <w:vAlign w:val="center"/>
          </w:tcPr>
          <w:p w:rsidR="007C06EB" w:rsidRPr="00235374" w:rsidRDefault="007C06EB" w:rsidP="009C0D04">
            <w:pPr>
              <w:pStyle w:val="Standard"/>
              <w:snapToGrid w:val="0"/>
              <w:spacing w:line="276" w:lineRule="auto"/>
              <w:jc w:val="both"/>
              <w:rPr>
                <w:rFonts w:ascii="Corbel" w:hAnsi="Corbel" w:cs="Times New Roman"/>
                <w:lang w:val="pl-PL"/>
              </w:rPr>
            </w:pPr>
            <w:r w:rsidRPr="00235374">
              <w:rPr>
                <w:rFonts w:ascii="Corbel" w:hAnsi="Corbel" w:cs="Times New Roman"/>
                <w:lang w:val="pl-PL"/>
              </w:rPr>
              <w:t>Określenie podstawowych pojęć - „normy”, „dewiacji” i „patologii społecznej”. Kategorie</w:t>
            </w:r>
            <w:r w:rsidRPr="00FE35A9">
              <w:rPr>
                <w:rFonts w:ascii="Corbel" w:hAnsi="Corbel" w:cs="Times New Roman"/>
                <w:lang w:val="pl-PL"/>
              </w:rPr>
              <w:t xml:space="preserve"> norm </w:t>
            </w:r>
            <w:r w:rsidRPr="00235374">
              <w:rPr>
                <w:rFonts w:ascii="Corbel" w:hAnsi="Corbel" w:cs="Times New Roman"/>
                <w:lang w:val="pl-PL"/>
              </w:rPr>
              <w:t>i</w:t>
            </w:r>
            <w:r w:rsidRPr="00FE35A9">
              <w:rPr>
                <w:rFonts w:ascii="Corbel" w:hAnsi="Corbel" w:cs="Times New Roman"/>
                <w:lang w:val="pl-PL"/>
              </w:rPr>
              <w:t xml:space="preserve"> </w:t>
            </w:r>
            <w:r w:rsidRPr="00235374">
              <w:rPr>
                <w:rFonts w:ascii="Corbel" w:hAnsi="Corbel" w:cs="Times New Roman"/>
                <w:lang w:val="pl-PL"/>
              </w:rPr>
              <w:t>formy</w:t>
            </w:r>
            <w:r w:rsidRPr="00FE35A9">
              <w:rPr>
                <w:rFonts w:ascii="Corbel" w:hAnsi="Corbel" w:cs="Times New Roman"/>
                <w:lang w:val="pl-PL"/>
              </w:rPr>
              <w:t xml:space="preserve"> </w:t>
            </w:r>
            <w:r w:rsidRPr="00235374">
              <w:rPr>
                <w:rFonts w:ascii="Corbel" w:hAnsi="Corbel" w:cs="Times New Roman"/>
                <w:lang w:val="pl-PL"/>
              </w:rPr>
              <w:t>kontroli</w:t>
            </w:r>
            <w:r w:rsidRPr="00FE35A9">
              <w:rPr>
                <w:rFonts w:ascii="Corbel" w:hAnsi="Corbel" w:cs="Times New Roman"/>
                <w:lang w:val="pl-PL"/>
              </w:rPr>
              <w:t xml:space="preserve"> </w:t>
            </w:r>
            <w:r w:rsidRPr="00235374">
              <w:rPr>
                <w:rFonts w:ascii="Corbel" w:hAnsi="Corbel" w:cs="Times New Roman"/>
                <w:lang w:val="pl-PL"/>
              </w:rPr>
              <w:t>społecznej</w:t>
            </w:r>
            <w:r w:rsidRPr="00FE35A9">
              <w:rPr>
                <w:rFonts w:ascii="Corbel" w:hAnsi="Corbel" w:cs="Times New Roman"/>
                <w:lang w:val="pl-PL"/>
              </w:rPr>
              <w:t>.</w:t>
            </w:r>
          </w:p>
        </w:tc>
      </w:tr>
      <w:tr w:rsidR="007C06EB" w:rsidRPr="00235374" w:rsidTr="00026D8F">
        <w:tc>
          <w:tcPr>
            <w:tcW w:w="9639" w:type="dxa"/>
            <w:vAlign w:val="center"/>
          </w:tcPr>
          <w:p w:rsidR="007C06EB" w:rsidRPr="00235374" w:rsidRDefault="007C06EB" w:rsidP="009C0D04">
            <w:pPr>
              <w:pStyle w:val="Standard"/>
              <w:snapToGrid w:val="0"/>
              <w:spacing w:line="276" w:lineRule="auto"/>
              <w:jc w:val="both"/>
              <w:rPr>
                <w:rFonts w:ascii="Corbel" w:hAnsi="Corbel" w:cs="Times New Roman"/>
                <w:lang w:val="pl-PL"/>
              </w:rPr>
            </w:pPr>
            <w:r w:rsidRPr="00235374">
              <w:rPr>
                <w:rFonts w:ascii="Corbel" w:hAnsi="Corbel" w:cs="Times New Roman"/>
                <w:lang w:val="pl-PL"/>
              </w:rPr>
              <w:t>Zjawiska patologiczne w życiu rodzinnym. Przyczyny i społeczno – kulturowe uwarunkowania przemocy w rodzinie, jej formy, sprawcy, ofiary, oraz ich wzajemne relacje.</w:t>
            </w:r>
          </w:p>
        </w:tc>
      </w:tr>
      <w:tr w:rsidR="007C06EB" w:rsidRPr="00235374" w:rsidTr="00026D8F">
        <w:tc>
          <w:tcPr>
            <w:tcW w:w="9639" w:type="dxa"/>
            <w:vAlign w:val="center"/>
          </w:tcPr>
          <w:p w:rsidR="007C06EB" w:rsidRPr="00235374" w:rsidRDefault="007C06EB" w:rsidP="009C0D0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Skutki przemocy w rodzinie dla przebiegu procesu socjalizacji i rozwoju dziecka.</w:t>
            </w:r>
            <w:r w:rsidRPr="00235374">
              <w:rPr>
                <w:rFonts w:ascii="Corbel" w:hAnsi="Corbel"/>
                <w:sz w:val="24"/>
                <w:szCs w:val="24"/>
              </w:rPr>
              <w:t xml:space="preserve"> Prawne i psychospołeczne problemy rozwodu oraz jego skutki dla dzieci i byłych współmałżonków.</w:t>
            </w:r>
          </w:p>
        </w:tc>
      </w:tr>
      <w:tr w:rsidR="007C06EB" w:rsidRPr="00235374" w:rsidTr="00026D8F">
        <w:tc>
          <w:tcPr>
            <w:tcW w:w="9639" w:type="dxa"/>
            <w:vAlign w:val="center"/>
          </w:tcPr>
          <w:p w:rsidR="007C06EB" w:rsidRPr="00235374" w:rsidRDefault="007C06EB" w:rsidP="009C0D0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sz w:val="24"/>
                <w:szCs w:val="24"/>
              </w:rPr>
              <w:t>Toksykomania jako zjawisko patologii społecznej. Jej skutki bezpośrednie i pośrednie. Kategorie środków toksycznych i specyfika ich oddziaływania na organizm ludzki.</w:t>
            </w:r>
          </w:p>
        </w:tc>
      </w:tr>
      <w:tr w:rsidR="007C06EB" w:rsidRPr="00235374" w:rsidTr="00026D8F">
        <w:tc>
          <w:tcPr>
            <w:tcW w:w="9639" w:type="dxa"/>
            <w:vAlign w:val="center"/>
          </w:tcPr>
          <w:p w:rsidR="007C06EB" w:rsidRPr="00235374" w:rsidRDefault="007C06EB" w:rsidP="009C0D0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</w:rPr>
              <w:t>Zjawisko współuzależnienia. Wpływ choroby alkoholowej rodziców na powstawanie zaburzeń osobowości u dzieci</w:t>
            </w:r>
            <w:r w:rsidRPr="00B41021">
              <w:rPr>
                <w:rFonts w:ascii="Corbel" w:hAnsi="Corbel"/>
                <w:i/>
              </w:rPr>
              <w:t>.</w:t>
            </w:r>
          </w:p>
        </w:tc>
      </w:tr>
      <w:tr w:rsidR="007C06EB" w:rsidRPr="00235374" w:rsidTr="00026D8F">
        <w:tc>
          <w:tcPr>
            <w:tcW w:w="9639" w:type="dxa"/>
            <w:vAlign w:val="center"/>
          </w:tcPr>
          <w:p w:rsidR="007C06EB" w:rsidRPr="00235374" w:rsidRDefault="007C06EB" w:rsidP="009C0D0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roblematyka zachowań autoagresyw</w:t>
            </w:r>
            <w:r w:rsidRPr="00235374">
              <w:rPr>
                <w:rFonts w:ascii="Corbel" w:hAnsi="Corbel"/>
                <w:sz w:val="24"/>
                <w:szCs w:val="24"/>
              </w:rPr>
              <w:t xml:space="preserve">nych. Sytuacje </w:t>
            </w:r>
            <w:proofErr w:type="spellStart"/>
            <w:r w:rsidRPr="00235374">
              <w:rPr>
                <w:rFonts w:ascii="Corbel" w:hAnsi="Corbel"/>
                <w:sz w:val="24"/>
                <w:szCs w:val="24"/>
              </w:rPr>
              <w:t>suicydogenne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 rodzinie</w:t>
            </w:r>
            <w:r w:rsidRPr="00235374">
              <w:rPr>
                <w:rFonts w:ascii="Corbel" w:hAnsi="Corbel"/>
                <w:sz w:val="24"/>
                <w:szCs w:val="24"/>
              </w:rPr>
              <w:t xml:space="preserve"> i przyczyny zamachów samobójczych</w:t>
            </w:r>
            <w:r w:rsidRPr="00235374">
              <w:rPr>
                <w:rFonts w:ascii="Corbel" w:hAnsi="Corbel"/>
                <w:b/>
                <w:sz w:val="24"/>
                <w:szCs w:val="24"/>
              </w:rPr>
              <w:t>.</w:t>
            </w:r>
            <w:r w:rsidRPr="00235374">
              <w:rPr>
                <w:rFonts w:ascii="Corbel" w:hAnsi="Corbel"/>
                <w:sz w:val="24"/>
                <w:szCs w:val="24"/>
              </w:rPr>
              <w:t xml:space="preserve"> Rozmiary i dynamika zachowań autoagresywnych.</w:t>
            </w:r>
          </w:p>
        </w:tc>
      </w:tr>
      <w:tr w:rsidR="007C06EB" w:rsidRPr="00235374" w:rsidTr="00026D8F">
        <w:tc>
          <w:tcPr>
            <w:tcW w:w="9639" w:type="dxa"/>
            <w:vAlign w:val="center"/>
          </w:tcPr>
          <w:p w:rsidR="007C06EB" w:rsidRPr="00235374" w:rsidRDefault="007C06EB" w:rsidP="009C0D0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sz w:val="24"/>
                <w:szCs w:val="24"/>
              </w:rPr>
              <w:t>Pauperyzacja, bezrobocie, bezdomność jako przejawy patologii życia społecznego</w:t>
            </w:r>
            <w:r>
              <w:rPr>
                <w:rFonts w:ascii="Corbel" w:hAnsi="Corbel"/>
                <w:sz w:val="24"/>
                <w:szCs w:val="24"/>
              </w:rPr>
              <w:t xml:space="preserve"> wpływające na funkcjonowanie rodziny</w:t>
            </w:r>
            <w:r w:rsidR="009C0D0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7C06EB" w:rsidRPr="00235374" w:rsidRDefault="007C06EB" w:rsidP="007C06EB">
      <w:pPr>
        <w:rPr>
          <w:rFonts w:ascii="Corbel" w:hAnsi="Corbel"/>
          <w:sz w:val="24"/>
          <w:szCs w:val="24"/>
        </w:rPr>
      </w:pPr>
    </w:p>
    <w:p w:rsidR="007C06EB" w:rsidRPr="00235374" w:rsidRDefault="007C06EB" w:rsidP="007C06EB">
      <w:pPr>
        <w:pStyle w:val="Akapitzlist"/>
        <w:numPr>
          <w:ilvl w:val="0"/>
          <w:numId w:val="1"/>
        </w:numPr>
        <w:jc w:val="both"/>
        <w:rPr>
          <w:rFonts w:ascii="Corbel" w:hAnsi="Corbel"/>
          <w:sz w:val="24"/>
          <w:szCs w:val="24"/>
        </w:rPr>
      </w:pPr>
      <w:r w:rsidRPr="00235374">
        <w:rPr>
          <w:rFonts w:ascii="Corbel" w:hAnsi="Corbel"/>
          <w:sz w:val="24"/>
          <w:szCs w:val="24"/>
        </w:rPr>
        <w:t xml:space="preserve">Problematyka ćwiczeń audytoryjnych, konwersatoryjnych, laboratoryjnych,  zajęć praktycznych </w:t>
      </w:r>
    </w:p>
    <w:p w:rsidR="007C06EB" w:rsidRPr="00235374" w:rsidRDefault="007C06EB" w:rsidP="007C06E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C06EB" w:rsidRPr="00235374" w:rsidTr="00026D8F">
        <w:tc>
          <w:tcPr>
            <w:tcW w:w="9639" w:type="dxa"/>
          </w:tcPr>
          <w:p w:rsidR="007C06EB" w:rsidRPr="00235374" w:rsidRDefault="007C06EB" w:rsidP="00026D8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C06EB" w:rsidRPr="00235374" w:rsidTr="00026D8F">
        <w:tc>
          <w:tcPr>
            <w:tcW w:w="9639" w:type="dxa"/>
            <w:vAlign w:val="center"/>
          </w:tcPr>
          <w:p w:rsidR="007C06EB" w:rsidRPr="00235374" w:rsidRDefault="007C06EB" w:rsidP="009C0D04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235374">
              <w:rPr>
                <w:rFonts w:ascii="Corbel" w:hAnsi="Corbel"/>
                <w:sz w:val="24"/>
                <w:szCs w:val="24"/>
              </w:rPr>
              <w:t>Pojęcie, cele oraz wybrane modele resocjalizacji.</w:t>
            </w:r>
          </w:p>
        </w:tc>
      </w:tr>
      <w:tr w:rsidR="007C06EB" w:rsidRPr="00235374" w:rsidTr="00026D8F">
        <w:tc>
          <w:tcPr>
            <w:tcW w:w="9639" w:type="dxa"/>
            <w:vAlign w:val="center"/>
          </w:tcPr>
          <w:p w:rsidR="007C06EB" w:rsidRPr="00235374" w:rsidRDefault="007C06EB" w:rsidP="009C0D04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235374">
              <w:rPr>
                <w:rFonts w:ascii="Corbel" w:hAnsi="Corbel"/>
                <w:sz w:val="24"/>
                <w:szCs w:val="24"/>
              </w:rPr>
              <w:t xml:space="preserve">Niedostosowanie społeczne jako skutek zaburzeń w procesie socjalizacji jednostki. Geneza pojęcia „niedostosowania społecznego”. </w:t>
            </w:r>
          </w:p>
        </w:tc>
      </w:tr>
      <w:tr w:rsidR="007C06EB" w:rsidRPr="00235374" w:rsidTr="00026D8F">
        <w:tc>
          <w:tcPr>
            <w:tcW w:w="9639" w:type="dxa"/>
            <w:vAlign w:val="center"/>
          </w:tcPr>
          <w:p w:rsidR="007C06EB" w:rsidRPr="00235374" w:rsidRDefault="007C06EB" w:rsidP="009C0D04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235374">
              <w:rPr>
                <w:rFonts w:ascii="Corbel" w:hAnsi="Corbel"/>
                <w:sz w:val="24"/>
                <w:szCs w:val="24"/>
              </w:rPr>
              <w:t>Społeczne i psychologiczne kryteria niedostosowania społecznego. Rodzaje niedostosowania społecznego.</w:t>
            </w:r>
          </w:p>
        </w:tc>
      </w:tr>
      <w:tr w:rsidR="007C06EB" w:rsidRPr="00235374" w:rsidTr="00026D8F">
        <w:tc>
          <w:tcPr>
            <w:tcW w:w="9639" w:type="dxa"/>
            <w:vAlign w:val="center"/>
          </w:tcPr>
          <w:p w:rsidR="007C06EB" w:rsidRPr="00235374" w:rsidRDefault="007C06EB" w:rsidP="009C0D04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235374">
              <w:rPr>
                <w:rFonts w:ascii="Corbel" w:hAnsi="Corbel"/>
                <w:sz w:val="24"/>
                <w:szCs w:val="24"/>
              </w:rPr>
              <w:t>Trudności wychowawcze jako symptom zaburzeń w rozwoju społecznym jednostki</w:t>
            </w:r>
          </w:p>
        </w:tc>
      </w:tr>
      <w:tr w:rsidR="007C06EB" w:rsidRPr="00235374" w:rsidTr="00026D8F">
        <w:tc>
          <w:tcPr>
            <w:tcW w:w="9639" w:type="dxa"/>
            <w:vAlign w:val="center"/>
          </w:tcPr>
          <w:p w:rsidR="007C06EB" w:rsidRPr="00235374" w:rsidRDefault="007C06EB" w:rsidP="009C0D04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235374">
              <w:rPr>
                <w:rFonts w:ascii="Corbel" w:hAnsi="Corbel"/>
                <w:sz w:val="24"/>
                <w:szCs w:val="24"/>
              </w:rPr>
              <w:t xml:space="preserve">Rola prawa w organizowaniu procesu resocjalizacji. Pojęcie nieletniego oraz zasady postępowania z nieletnimi. </w:t>
            </w:r>
          </w:p>
        </w:tc>
      </w:tr>
      <w:tr w:rsidR="007C06EB" w:rsidRPr="00235374" w:rsidTr="00026D8F">
        <w:tc>
          <w:tcPr>
            <w:tcW w:w="9639" w:type="dxa"/>
            <w:vAlign w:val="center"/>
          </w:tcPr>
          <w:p w:rsidR="007C06EB" w:rsidRPr="00235374" w:rsidRDefault="007C06EB" w:rsidP="009C0D0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sz w:val="24"/>
                <w:szCs w:val="24"/>
              </w:rPr>
              <w:t>Środki stosowane wobec nieletnich w Polsce.</w:t>
            </w:r>
          </w:p>
        </w:tc>
      </w:tr>
      <w:tr w:rsidR="007C06EB" w:rsidRPr="00235374" w:rsidTr="00026D8F">
        <w:tc>
          <w:tcPr>
            <w:tcW w:w="9639" w:type="dxa"/>
            <w:vAlign w:val="center"/>
          </w:tcPr>
          <w:p w:rsidR="007C06EB" w:rsidRPr="00235374" w:rsidRDefault="007C06EB" w:rsidP="009C0D04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235374">
              <w:rPr>
                <w:rFonts w:ascii="Corbel" w:hAnsi="Corbel"/>
                <w:sz w:val="24"/>
                <w:szCs w:val="24"/>
              </w:rPr>
              <w:t>Resocjalizacja w środowisku zamieszkania nieletniego</w:t>
            </w:r>
          </w:p>
        </w:tc>
      </w:tr>
      <w:tr w:rsidR="007C06EB" w:rsidRPr="00235374" w:rsidTr="00026D8F">
        <w:tc>
          <w:tcPr>
            <w:tcW w:w="9639" w:type="dxa"/>
            <w:vAlign w:val="center"/>
          </w:tcPr>
          <w:p w:rsidR="007C06EB" w:rsidRPr="00235374" w:rsidRDefault="007C06EB" w:rsidP="009C0D04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235374">
              <w:rPr>
                <w:rFonts w:ascii="Corbel" w:hAnsi="Corbel"/>
                <w:sz w:val="24"/>
                <w:szCs w:val="24"/>
              </w:rPr>
              <w:t>Podstawowe instytucje i placówki wychowania resocjalizującego</w:t>
            </w:r>
          </w:p>
        </w:tc>
      </w:tr>
      <w:tr w:rsidR="007C06EB" w:rsidRPr="00235374" w:rsidTr="00026D8F">
        <w:tc>
          <w:tcPr>
            <w:tcW w:w="9639" w:type="dxa"/>
            <w:vAlign w:val="center"/>
          </w:tcPr>
          <w:p w:rsidR="007C06EB" w:rsidRPr="00235374" w:rsidRDefault="007C06EB" w:rsidP="009C0D04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235374">
              <w:rPr>
                <w:rFonts w:ascii="Corbel" w:hAnsi="Corbel"/>
                <w:sz w:val="24"/>
                <w:szCs w:val="24"/>
              </w:rPr>
              <w:lastRenderedPageBreak/>
              <w:t>Zakłady poprawcze w systemie resocjalizacji młodzieży niedostosowanej społecznie</w:t>
            </w:r>
          </w:p>
        </w:tc>
      </w:tr>
      <w:tr w:rsidR="007C06EB" w:rsidRPr="00235374" w:rsidTr="00026D8F">
        <w:tc>
          <w:tcPr>
            <w:tcW w:w="9639" w:type="dxa"/>
            <w:vAlign w:val="center"/>
          </w:tcPr>
          <w:p w:rsidR="007C06EB" w:rsidRPr="00235374" w:rsidRDefault="007C06EB" w:rsidP="009C0D04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235374">
              <w:rPr>
                <w:rFonts w:ascii="Corbel" w:hAnsi="Corbel"/>
                <w:sz w:val="24"/>
                <w:szCs w:val="24"/>
              </w:rPr>
              <w:t>Wybrane zagadnienia resocjalizacji penitencjarnej.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C06EB" w:rsidRPr="00235374" w:rsidRDefault="007C06EB" w:rsidP="007C06E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35374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</w:p>
    <w:p w:rsidR="00E960BB" w:rsidRPr="007C06EB" w:rsidRDefault="007C06EB" w:rsidP="007C06E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35374">
        <w:rPr>
          <w:rFonts w:ascii="Corbel" w:hAnsi="Corbel"/>
          <w:b w:val="0"/>
          <w:smallCaps w:val="0"/>
          <w:szCs w:val="24"/>
        </w:rPr>
        <w:t>Ćwiczenia: Analiza tekstów z dyskusją,  metoda projektów, praca w grupach, dyskusja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7F3EF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7F3EF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C06EB" w:rsidRPr="009C54AE" w:rsidTr="00C05F44">
        <w:tc>
          <w:tcPr>
            <w:tcW w:w="1985" w:type="dxa"/>
          </w:tcPr>
          <w:p w:rsidR="007C06EB" w:rsidRPr="00235374" w:rsidRDefault="007C06EB" w:rsidP="0002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3537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3537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7C06EB" w:rsidRPr="00235374" w:rsidRDefault="007C06EB" w:rsidP="0002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 pisemne</w:t>
            </w:r>
          </w:p>
        </w:tc>
        <w:tc>
          <w:tcPr>
            <w:tcW w:w="2126" w:type="dxa"/>
          </w:tcPr>
          <w:p w:rsidR="007C06EB" w:rsidRPr="00235374" w:rsidRDefault="007C06EB" w:rsidP="0002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  <w:r w:rsidR="007F3EF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C06EB" w:rsidRPr="009C54AE" w:rsidTr="00C05F44">
        <w:tc>
          <w:tcPr>
            <w:tcW w:w="1985" w:type="dxa"/>
          </w:tcPr>
          <w:p w:rsidR="007C06EB" w:rsidRPr="00235374" w:rsidRDefault="007C06EB" w:rsidP="0002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7C06EB" w:rsidRPr="00235374" w:rsidRDefault="007C06EB" w:rsidP="00026D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Kolokwium  pisemne</w:t>
            </w:r>
          </w:p>
        </w:tc>
        <w:tc>
          <w:tcPr>
            <w:tcW w:w="2126" w:type="dxa"/>
          </w:tcPr>
          <w:p w:rsidR="007C06EB" w:rsidRPr="00235374" w:rsidRDefault="007C06EB" w:rsidP="0002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  <w:r w:rsidR="007F3EF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C06EB" w:rsidRPr="009C54AE" w:rsidTr="00C05F44">
        <w:tc>
          <w:tcPr>
            <w:tcW w:w="1985" w:type="dxa"/>
          </w:tcPr>
          <w:p w:rsidR="007C06EB" w:rsidRPr="00235374" w:rsidRDefault="007C06EB" w:rsidP="00026D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35374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528" w:type="dxa"/>
          </w:tcPr>
          <w:p w:rsidR="007C06EB" w:rsidRPr="00235374" w:rsidRDefault="007C06EB" w:rsidP="00026D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Kolokwium  pisemne</w:t>
            </w:r>
          </w:p>
        </w:tc>
        <w:tc>
          <w:tcPr>
            <w:tcW w:w="2126" w:type="dxa"/>
          </w:tcPr>
          <w:p w:rsidR="007C06EB" w:rsidRPr="00235374" w:rsidRDefault="007C06EB" w:rsidP="0002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  <w:r w:rsidR="007F3EF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C06EB" w:rsidRPr="009C54AE" w:rsidTr="00C05F44">
        <w:tc>
          <w:tcPr>
            <w:tcW w:w="1985" w:type="dxa"/>
          </w:tcPr>
          <w:p w:rsidR="007C06EB" w:rsidRPr="00235374" w:rsidRDefault="007C06EB" w:rsidP="00026D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7C06EB" w:rsidRPr="00235374" w:rsidRDefault="007C06EB" w:rsidP="00026D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Praca projektowa, wypowiedzi w dyskusji</w:t>
            </w:r>
          </w:p>
        </w:tc>
        <w:tc>
          <w:tcPr>
            <w:tcW w:w="2126" w:type="dxa"/>
          </w:tcPr>
          <w:p w:rsidR="007C06EB" w:rsidRPr="00235374" w:rsidRDefault="007C06EB" w:rsidP="0002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  <w:r w:rsidR="007F3EF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C06EB" w:rsidRPr="009C54AE" w:rsidTr="00C05F44">
        <w:tc>
          <w:tcPr>
            <w:tcW w:w="1985" w:type="dxa"/>
          </w:tcPr>
          <w:p w:rsidR="007C06EB" w:rsidRPr="00235374" w:rsidRDefault="007C06EB" w:rsidP="00026D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35374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</w:tcPr>
          <w:p w:rsidR="007C06EB" w:rsidRPr="00235374" w:rsidRDefault="007C06EB" w:rsidP="00026D8F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Praca projektowa, wypowiedzi w dyskusji</w:t>
            </w:r>
          </w:p>
        </w:tc>
        <w:tc>
          <w:tcPr>
            <w:tcW w:w="2126" w:type="dxa"/>
          </w:tcPr>
          <w:p w:rsidR="007C06EB" w:rsidRPr="00235374" w:rsidRDefault="007C06EB" w:rsidP="0002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  <w:r w:rsidR="007F3EF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C06EB" w:rsidRPr="009C54AE" w:rsidTr="00C05F44">
        <w:tc>
          <w:tcPr>
            <w:tcW w:w="1985" w:type="dxa"/>
          </w:tcPr>
          <w:p w:rsidR="007C06EB" w:rsidRPr="00235374" w:rsidRDefault="007C06EB" w:rsidP="00026D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7C06EB" w:rsidRPr="00235374" w:rsidRDefault="007C06EB" w:rsidP="00026D8F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Praca projektowa, wypowiedzi w dyskusji</w:t>
            </w:r>
          </w:p>
        </w:tc>
        <w:tc>
          <w:tcPr>
            <w:tcW w:w="2126" w:type="dxa"/>
          </w:tcPr>
          <w:p w:rsidR="007C06EB" w:rsidRPr="00235374" w:rsidRDefault="007C06EB" w:rsidP="0002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  <w:r w:rsidR="007F3EF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7C06EB" w:rsidRPr="00235374" w:rsidRDefault="007C06EB" w:rsidP="007C06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 xml:space="preserve">Wykonanie pracy projektowej – Studium wybranego zjawiska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patologicznego</w:t>
            </w:r>
            <w:r w:rsidRPr="00235374">
              <w:rPr>
                <w:rFonts w:ascii="Corbel" w:hAnsi="Corbel"/>
                <w:b w:val="0"/>
                <w:smallCaps w:val="0"/>
                <w:szCs w:val="24"/>
              </w:rPr>
              <w:t xml:space="preserve"> w rodzinie</w:t>
            </w:r>
          </w:p>
          <w:p w:rsidR="007C06EB" w:rsidRPr="00235374" w:rsidRDefault="007C06EB" w:rsidP="007C06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Obecność na ćwiczeniach i aktywny udział</w:t>
            </w:r>
          </w:p>
          <w:p w:rsidR="0085747A" w:rsidRPr="009C54AE" w:rsidRDefault="007C06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Pozytywna ocena z pisemnego kolokwium zaliczeniowego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7C06EB" w:rsidP="00B924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7C06EB" w:rsidP="007C06E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7C06EB" w:rsidP="00B924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7C06E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676C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D676CD">
              <w:rPr>
                <w:rFonts w:ascii="Corbel" w:hAnsi="Corbel"/>
                <w:sz w:val="24"/>
                <w:szCs w:val="24"/>
              </w:rPr>
              <w:t xml:space="preserve"> </w:t>
            </w:r>
            <w:r w:rsidR="00493D42">
              <w:rPr>
                <w:rFonts w:ascii="Corbel" w:hAnsi="Corbel"/>
                <w:sz w:val="24"/>
                <w:szCs w:val="24"/>
              </w:rPr>
              <w:t xml:space="preserve"> do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7C06EB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493D42">
              <w:rPr>
                <w:rFonts w:ascii="Corbel" w:hAnsi="Corbel"/>
                <w:sz w:val="24"/>
                <w:szCs w:val="24"/>
              </w:rPr>
              <w:t xml:space="preserve"> </w:t>
            </w:r>
            <w:r w:rsidR="007C06EB">
              <w:rPr>
                <w:rFonts w:ascii="Corbel" w:hAnsi="Corbel"/>
                <w:sz w:val="24"/>
                <w:szCs w:val="24"/>
              </w:rPr>
              <w:t xml:space="preserve">studiowanie literatury przedmiotu, zebranie materiału i </w:t>
            </w:r>
            <w:r w:rsidR="00D676CD">
              <w:rPr>
                <w:rFonts w:ascii="Corbel" w:hAnsi="Corbel"/>
                <w:sz w:val="24"/>
                <w:szCs w:val="24"/>
              </w:rPr>
              <w:t>opracowanie studium przypadku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D676CD" w:rsidP="00B924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D676CD" w:rsidP="00B924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C65DF5" w:rsidP="00B924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384F93" w:rsidRDefault="0085747A" w:rsidP="00B92420">
            <w:pPr>
              <w:pStyle w:val="Punktygwne"/>
              <w:spacing w:before="0" w:after="0" w:line="276" w:lineRule="auto"/>
              <w:rPr>
                <w:rFonts w:ascii="Corbel" w:hAnsi="Corbel"/>
                <w:smallCaps w:val="0"/>
                <w:szCs w:val="24"/>
              </w:rPr>
            </w:pPr>
            <w:r w:rsidRPr="00384F9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384F93" w:rsidRPr="00B41021" w:rsidRDefault="00384F93" w:rsidP="00B92420">
            <w:pPr>
              <w:pStyle w:val="Standard"/>
              <w:snapToGrid w:val="0"/>
              <w:spacing w:line="276" w:lineRule="auto"/>
              <w:contextualSpacing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lang w:val="pl-PL"/>
              </w:rPr>
              <w:t>Bielicki E., Z problematyki resocjalizacyjnej. Patologia społeczna, patologia indywidualna, etiologia kryminalna, kara. Bydgoszcz 2005.</w:t>
            </w:r>
          </w:p>
          <w:p w:rsidR="00384F93" w:rsidRPr="00B41021" w:rsidRDefault="00384F93" w:rsidP="00B92420">
            <w:pPr>
              <w:pStyle w:val="Standard"/>
              <w:spacing w:line="276" w:lineRule="auto"/>
              <w:contextualSpacing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lang w:val="pl-PL"/>
              </w:rPr>
              <w:t xml:space="preserve">Błachut J., </w:t>
            </w:r>
            <w:proofErr w:type="spellStart"/>
            <w:r w:rsidRPr="00B41021">
              <w:rPr>
                <w:rFonts w:ascii="Corbel" w:hAnsi="Corbel" w:cs="Times New Roman"/>
                <w:lang w:val="pl-PL"/>
              </w:rPr>
              <w:t>Gaberle</w:t>
            </w:r>
            <w:proofErr w:type="spellEnd"/>
            <w:r w:rsidRPr="00B41021">
              <w:rPr>
                <w:rFonts w:ascii="Corbel" w:hAnsi="Corbel" w:cs="Times New Roman"/>
                <w:lang w:val="pl-PL"/>
              </w:rPr>
              <w:t xml:space="preserve"> A, Krajewski K., Kryminologia. Gdańsk 2001</w:t>
            </w:r>
          </w:p>
          <w:p w:rsidR="00384F93" w:rsidRPr="00B41021" w:rsidRDefault="00384F93" w:rsidP="00B92420">
            <w:pPr>
              <w:pStyle w:val="Standard"/>
              <w:spacing w:line="276" w:lineRule="auto"/>
              <w:contextualSpacing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B41021">
              <w:rPr>
                <w:rFonts w:ascii="Corbel" w:hAnsi="Corbel" w:cs="Times New Roman"/>
                <w:lang w:val="pl-PL"/>
              </w:rPr>
              <w:t>Hołyst</w:t>
            </w:r>
            <w:proofErr w:type="spellEnd"/>
            <w:r w:rsidRPr="00B41021">
              <w:rPr>
                <w:rFonts w:ascii="Corbel" w:hAnsi="Corbel" w:cs="Times New Roman"/>
                <w:lang w:val="pl-PL"/>
              </w:rPr>
              <w:t xml:space="preserve"> B., Kryminologia. Warszawa 2001</w:t>
            </w:r>
          </w:p>
          <w:p w:rsidR="00384F93" w:rsidRDefault="00384F93" w:rsidP="00B92420">
            <w:pPr>
              <w:pStyle w:val="Standard"/>
              <w:spacing w:line="276" w:lineRule="auto"/>
              <w:contextualSpacing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B41021">
              <w:rPr>
                <w:rFonts w:ascii="Corbel" w:hAnsi="Corbel" w:cs="Times New Roman"/>
                <w:lang w:val="pl-PL"/>
              </w:rPr>
              <w:t>Hołyst</w:t>
            </w:r>
            <w:proofErr w:type="spellEnd"/>
            <w:r w:rsidRPr="00B41021">
              <w:rPr>
                <w:rFonts w:ascii="Corbel" w:hAnsi="Corbel" w:cs="Times New Roman"/>
                <w:lang w:val="pl-PL"/>
              </w:rPr>
              <w:t xml:space="preserve"> B., Wiktymologia. Warszawa 2000.</w:t>
            </w:r>
          </w:p>
          <w:p w:rsidR="00F873C2" w:rsidRPr="00F873C2" w:rsidRDefault="00F873C2" w:rsidP="00B92420">
            <w:pPr>
              <w:spacing w:after="0"/>
              <w:contextualSpacing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Jaworska A., Leksykon resocjalizacji, Kraków 2012. </w:t>
            </w:r>
          </w:p>
          <w:p w:rsidR="00384F93" w:rsidRPr="00384F93" w:rsidRDefault="00384F93" w:rsidP="00B92420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4102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B41021">
              <w:rPr>
                <w:rFonts w:ascii="Corbel" w:hAnsi="Corbel"/>
                <w:sz w:val="24"/>
                <w:szCs w:val="24"/>
              </w:rPr>
              <w:t xml:space="preserve"> I., Patologie społeczne. Resocjalizacja. Warszawa 2008.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384F93" w:rsidRPr="00384F93" w:rsidRDefault="0085747A" w:rsidP="00B92420">
            <w:pPr>
              <w:pStyle w:val="Punktygwne"/>
              <w:spacing w:before="0" w:after="0" w:line="276" w:lineRule="auto"/>
              <w:rPr>
                <w:rFonts w:ascii="Corbel" w:hAnsi="Corbel"/>
                <w:smallCaps w:val="0"/>
                <w:szCs w:val="24"/>
              </w:rPr>
            </w:pPr>
            <w:r w:rsidRPr="00384F93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:rsidR="00384F93" w:rsidRPr="00966A21" w:rsidRDefault="00384F93" w:rsidP="00B92420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Dimoff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T.,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Carper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S., Jak rozpoznać czy dziecko sięga po narkotyki? Warszawa 1994.</w:t>
            </w:r>
          </w:p>
          <w:p w:rsidR="00384F93" w:rsidRPr="00966A21" w:rsidRDefault="00384F93" w:rsidP="00B92420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Hołyst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B., Suicydologia. Warszawa 2002.</w:t>
            </w:r>
          </w:p>
          <w:p w:rsidR="00384F93" w:rsidRPr="00966A21" w:rsidRDefault="00384F93" w:rsidP="00B92420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>Marzec-Holka K., Nie będziesz bił dziecka swego! Bydgoszcz 1996.</w:t>
            </w:r>
          </w:p>
          <w:p w:rsidR="00384F93" w:rsidRPr="00966A21" w:rsidRDefault="00384F93" w:rsidP="00B92420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>Młodzież a współczesne dewiacje i patologie społeczne, pod red.</w:t>
            </w:r>
            <w:r w:rsidR="009C0D0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S. Kawuli i H.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Machela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>, Toruń 2000.</w:t>
            </w:r>
          </w:p>
          <w:p w:rsidR="00384F93" w:rsidRPr="00966A21" w:rsidRDefault="00384F93" w:rsidP="00B92420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Młodzież wobec współczesnych zagrożeń, pod red. F.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Kozaczuka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, Rzeszów 2003, </w:t>
            </w:r>
          </w:p>
          <w:p w:rsidR="00384F93" w:rsidRPr="00966A21" w:rsidRDefault="00384F93" w:rsidP="00B92420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Patologie w cyberświecie, pod red. S.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Bębasa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>, J. Plisa, J. Bednarka, Wyd. WSH, Radom 2012.</w:t>
            </w:r>
          </w:p>
          <w:p w:rsidR="00384F93" w:rsidRPr="00966A21" w:rsidRDefault="00384F93" w:rsidP="00B92420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color w:val="000000"/>
                <w:sz w:val="24"/>
                <w:szCs w:val="24"/>
              </w:rPr>
              <w:t xml:space="preserve">Patologia społeczna. Uzależnienia oraz związane z nimi zagrożenia społeczne, Praca zbiorowa pod red. D. Pstrąg, 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Rzeszów 2014.</w:t>
            </w:r>
          </w:p>
          <w:p w:rsidR="00384F93" w:rsidRPr="00966A21" w:rsidRDefault="00384F93" w:rsidP="00B92420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I., Ofiary chroniczne, przypadek czy konieczność. Warszawa 2003.</w:t>
            </w:r>
          </w:p>
          <w:p w:rsidR="00384F93" w:rsidRPr="00966A21" w:rsidRDefault="00384F93" w:rsidP="00B92420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I., Przemoc w rodzinie. Warszawa 1994.</w:t>
            </w:r>
          </w:p>
          <w:p w:rsidR="00384F93" w:rsidRPr="00966A21" w:rsidRDefault="00384F93" w:rsidP="00B92420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K., Przestępstwa seksualne. Warszawa 2005.</w:t>
            </w:r>
          </w:p>
          <w:p w:rsidR="00384F93" w:rsidRPr="00966A21" w:rsidRDefault="00384F93" w:rsidP="00B92420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>Pstrąg D., Wybrane zagadnienia z problematyki uzależnień. Rzeszów 2000.</w:t>
            </w:r>
          </w:p>
          <w:p w:rsidR="00384F93" w:rsidRPr="00966A21" w:rsidRDefault="00384F93" w:rsidP="00B92420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>Pstrąg D., Zakazana miłość-zakazane związki. Homoseksualna mniejszość w poglądach mieszkańców Podkarpacia, Rzeszów 2014.</w:t>
            </w:r>
          </w:p>
          <w:p w:rsidR="00384F93" w:rsidRPr="00966A21" w:rsidRDefault="00384F93" w:rsidP="00B92420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Samobójstwo, praca zbiorowa pod red. B.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Hołysta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>. Warszawa 2002.</w:t>
            </w:r>
          </w:p>
          <w:p w:rsidR="00384F93" w:rsidRPr="00966A21" w:rsidRDefault="00384F93" w:rsidP="00B92420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>Siemaszko A., Granice tolerancji. Warszawa 1993.</w:t>
            </w:r>
          </w:p>
          <w:p w:rsidR="0085747A" w:rsidRPr="00384F93" w:rsidRDefault="00384F93" w:rsidP="00B92420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>Tożsamość osobowa dewiantów a ich reintegracja społeczna, pod red. A. Kieszkowskiej, Kraków 2011.</w:t>
            </w:r>
            <w:r w:rsidR="0085747A" w:rsidRPr="009C54AE">
              <w:rPr>
                <w:rFonts w:ascii="Corbel" w:hAnsi="Corbel"/>
                <w:szCs w:val="24"/>
              </w:rPr>
              <w:t xml:space="preserve">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4D07" w:rsidRDefault="00054D07" w:rsidP="00C16ABF">
      <w:pPr>
        <w:spacing w:after="0" w:line="240" w:lineRule="auto"/>
      </w:pPr>
      <w:r>
        <w:separator/>
      </w:r>
    </w:p>
  </w:endnote>
  <w:endnote w:type="continuationSeparator" w:id="0">
    <w:p w:rsidR="00054D07" w:rsidRDefault="00054D0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4D07" w:rsidRDefault="00054D07" w:rsidP="00C16ABF">
      <w:pPr>
        <w:spacing w:after="0" w:line="240" w:lineRule="auto"/>
      </w:pPr>
      <w:r>
        <w:separator/>
      </w:r>
    </w:p>
  </w:footnote>
  <w:footnote w:type="continuationSeparator" w:id="0">
    <w:p w:rsidR="00054D07" w:rsidRDefault="00054D0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0869"/>
    <w:rsid w:val="000048FD"/>
    <w:rsid w:val="000077B4"/>
    <w:rsid w:val="00015B8F"/>
    <w:rsid w:val="00022ECE"/>
    <w:rsid w:val="00042A51"/>
    <w:rsid w:val="00042D2E"/>
    <w:rsid w:val="00044C82"/>
    <w:rsid w:val="00054D07"/>
    <w:rsid w:val="000601B5"/>
    <w:rsid w:val="00061F2F"/>
    <w:rsid w:val="00070ED6"/>
    <w:rsid w:val="000742DC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3AA"/>
    <w:rsid w:val="000B3E37"/>
    <w:rsid w:val="000C4F2A"/>
    <w:rsid w:val="000D04B0"/>
    <w:rsid w:val="000F1C57"/>
    <w:rsid w:val="000F3EDB"/>
    <w:rsid w:val="000F5615"/>
    <w:rsid w:val="00124BFF"/>
    <w:rsid w:val="0012560E"/>
    <w:rsid w:val="00127108"/>
    <w:rsid w:val="00133F4D"/>
    <w:rsid w:val="00134B13"/>
    <w:rsid w:val="00146BC0"/>
    <w:rsid w:val="00153C41"/>
    <w:rsid w:val="0015436B"/>
    <w:rsid w:val="00154381"/>
    <w:rsid w:val="001640A7"/>
    <w:rsid w:val="00164FA7"/>
    <w:rsid w:val="00166A03"/>
    <w:rsid w:val="001718A7"/>
    <w:rsid w:val="00172368"/>
    <w:rsid w:val="00172AC3"/>
    <w:rsid w:val="001737CF"/>
    <w:rsid w:val="00176083"/>
    <w:rsid w:val="001770C7"/>
    <w:rsid w:val="00192F37"/>
    <w:rsid w:val="00193629"/>
    <w:rsid w:val="001A70D2"/>
    <w:rsid w:val="001D657B"/>
    <w:rsid w:val="001D7B54"/>
    <w:rsid w:val="001E0209"/>
    <w:rsid w:val="001F2CA2"/>
    <w:rsid w:val="00213183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2E2"/>
    <w:rsid w:val="002F02A3"/>
    <w:rsid w:val="002F4ABE"/>
    <w:rsid w:val="003018BA"/>
    <w:rsid w:val="003034E3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3274"/>
    <w:rsid w:val="0037459F"/>
    <w:rsid w:val="00384F93"/>
    <w:rsid w:val="003A0A5B"/>
    <w:rsid w:val="003A1176"/>
    <w:rsid w:val="003B3053"/>
    <w:rsid w:val="003C0BAE"/>
    <w:rsid w:val="003D18A9"/>
    <w:rsid w:val="003D6CE2"/>
    <w:rsid w:val="003E1941"/>
    <w:rsid w:val="003E2FE6"/>
    <w:rsid w:val="003E49D5"/>
    <w:rsid w:val="003F38C0"/>
    <w:rsid w:val="0040036F"/>
    <w:rsid w:val="004036A2"/>
    <w:rsid w:val="00403819"/>
    <w:rsid w:val="00414E3C"/>
    <w:rsid w:val="0042244A"/>
    <w:rsid w:val="0042745A"/>
    <w:rsid w:val="00431D5C"/>
    <w:rsid w:val="004362C6"/>
    <w:rsid w:val="0043704A"/>
    <w:rsid w:val="00437FA2"/>
    <w:rsid w:val="004400B8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3D42"/>
    <w:rsid w:val="004968E2"/>
    <w:rsid w:val="004A3EEA"/>
    <w:rsid w:val="004A4D1F"/>
    <w:rsid w:val="004A5178"/>
    <w:rsid w:val="004B7A2E"/>
    <w:rsid w:val="004C436B"/>
    <w:rsid w:val="004D5282"/>
    <w:rsid w:val="004F1551"/>
    <w:rsid w:val="004F55A3"/>
    <w:rsid w:val="0050496F"/>
    <w:rsid w:val="005122DD"/>
    <w:rsid w:val="00513B6F"/>
    <w:rsid w:val="00517C63"/>
    <w:rsid w:val="00523487"/>
    <w:rsid w:val="00526C94"/>
    <w:rsid w:val="0053458D"/>
    <w:rsid w:val="005363C4"/>
    <w:rsid w:val="00536BDE"/>
    <w:rsid w:val="005375C1"/>
    <w:rsid w:val="00543ACC"/>
    <w:rsid w:val="00550540"/>
    <w:rsid w:val="0056696D"/>
    <w:rsid w:val="005738AE"/>
    <w:rsid w:val="00573EF9"/>
    <w:rsid w:val="0059484D"/>
    <w:rsid w:val="0059700D"/>
    <w:rsid w:val="005A0855"/>
    <w:rsid w:val="005A3196"/>
    <w:rsid w:val="005C080F"/>
    <w:rsid w:val="005C55E5"/>
    <w:rsid w:val="005C696A"/>
    <w:rsid w:val="005D1A1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5D89"/>
    <w:rsid w:val="00696477"/>
    <w:rsid w:val="006B6B58"/>
    <w:rsid w:val="006C54AB"/>
    <w:rsid w:val="006D050F"/>
    <w:rsid w:val="006D6139"/>
    <w:rsid w:val="006E5D65"/>
    <w:rsid w:val="006F1282"/>
    <w:rsid w:val="006F1FBC"/>
    <w:rsid w:val="006F31E2"/>
    <w:rsid w:val="00703947"/>
    <w:rsid w:val="00706544"/>
    <w:rsid w:val="007072BA"/>
    <w:rsid w:val="0071620A"/>
    <w:rsid w:val="00720751"/>
    <w:rsid w:val="00724677"/>
    <w:rsid w:val="00725459"/>
    <w:rsid w:val="007327BD"/>
    <w:rsid w:val="00734608"/>
    <w:rsid w:val="00745302"/>
    <w:rsid w:val="007461D6"/>
    <w:rsid w:val="00746EC8"/>
    <w:rsid w:val="00753203"/>
    <w:rsid w:val="00763BF1"/>
    <w:rsid w:val="00766FD4"/>
    <w:rsid w:val="0077243F"/>
    <w:rsid w:val="00780449"/>
    <w:rsid w:val="0078168C"/>
    <w:rsid w:val="00787C2A"/>
    <w:rsid w:val="00790E27"/>
    <w:rsid w:val="007A4022"/>
    <w:rsid w:val="007A6E6E"/>
    <w:rsid w:val="007C06EB"/>
    <w:rsid w:val="007C3299"/>
    <w:rsid w:val="007C3BCC"/>
    <w:rsid w:val="007C4546"/>
    <w:rsid w:val="007D6E56"/>
    <w:rsid w:val="007F1652"/>
    <w:rsid w:val="007F3EFD"/>
    <w:rsid w:val="007F4155"/>
    <w:rsid w:val="0080379F"/>
    <w:rsid w:val="0081554D"/>
    <w:rsid w:val="0081707E"/>
    <w:rsid w:val="008449B3"/>
    <w:rsid w:val="00846BE8"/>
    <w:rsid w:val="0085747A"/>
    <w:rsid w:val="0087126A"/>
    <w:rsid w:val="00884922"/>
    <w:rsid w:val="00885F64"/>
    <w:rsid w:val="008917F9"/>
    <w:rsid w:val="008A45F7"/>
    <w:rsid w:val="008A6CD6"/>
    <w:rsid w:val="008B43D7"/>
    <w:rsid w:val="008C0CC0"/>
    <w:rsid w:val="008C19A9"/>
    <w:rsid w:val="008C379D"/>
    <w:rsid w:val="008C5147"/>
    <w:rsid w:val="008C5359"/>
    <w:rsid w:val="008C5363"/>
    <w:rsid w:val="008C7408"/>
    <w:rsid w:val="008D3DFB"/>
    <w:rsid w:val="008E64F4"/>
    <w:rsid w:val="008F12C9"/>
    <w:rsid w:val="008F6E29"/>
    <w:rsid w:val="00916188"/>
    <w:rsid w:val="00923D7D"/>
    <w:rsid w:val="00945B08"/>
    <w:rsid w:val="009508DF"/>
    <w:rsid w:val="00950DAC"/>
    <w:rsid w:val="00954A07"/>
    <w:rsid w:val="00956799"/>
    <w:rsid w:val="009658E0"/>
    <w:rsid w:val="00971437"/>
    <w:rsid w:val="009740E1"/>
    <w:rsid w:val="00981ABE"/>
    <w:rsid w:val="00997F14"/>
    <w:rsid w:val="009A78CD"/>
    <w:rsid w:val="009A78D9"/>
    <w:rsid w:val="009C0924"/>
    <w:rsid w:val="009C0D04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08BF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32B"/>
    <w:rsid w:val="00A84C85"/>
    <w:rsid w:val="00A94E11"/>
    <w:rsid w:val="00A97DE1"/>
    <w:rsid w:val="00AA4955"/>
    <w:rsid w:val="00AB053C"/>
    <w:rsid w:val="00AB1691"/>
    <w:rsid w:val="00AB3084"/>
    <w:rsid w:val="00AC3592"/>
    <w:rsid w:val="00AD1146"/>
    <w:rsid w:val="00AD27D3"/>
    <w:rsid w:val="00AD66D6"/>
    <w:rsid w:val="00AE1160"/>
    <w:rsid w:val="00AE203C"/>
    <w:rsid w:val="00AE2E74"/>
    <w:rsid w:val="00AE5FCB"/>
    <w:rsid w:val="00AF2C1E"/>
    <w:rsid w:val="00B03D7E"/>
    <w:rsid w:val="00B06142"/>
    <w:rsid w:val="00B12FC5"/>
    <w:rsid w:val="00B135B1"/>
    <w:rsid w:val="00B3130B"/>
    <w:rsid w:val="00B37B23"/>
    <w:rsid w:val="00B40ADB"/>
    <w:rsid w:val="00B43B77"/>
    <w:rsid w:val="00B43E80"/>
    <w:rsid w:val="00B47CE6"/>
    <w:rsid w:val="00B607DB"/>
    <w:rsid w:val="00B66529"/>
    <w:rsid w:val="00B75946"/>
    <w:rsid w:val="00B8056E"/>
    <w:rsid w:val="00B819C8"/>
    <w:rsid w:val="00B822DD"/>
    <w:rsid w:val="00B82308"/>
    <w:rsid w:val="00B90885"/>
    <w:rsid w:val="00B92420"/>
    <w:rsid w:val="00BA0A36"/>
    <w:rsid w:val="00BB520A"/>
    <w:rsid w:val="00BD3869"/>
    <w:rsid w:val="00BD66E9"/>
    <w:rsid w:val="00BD6FF4"/>
    <w:rsid w:val="00BE6880"/>
    <w:rsid w:val="00BF2C41"/>
    <w:rsid w:val="00BF39A9"/>
    <w:rsid w:val="00C058B4"/>
    <w:rsid w:val="00C05F44"/>
    <w:rsid w:val="00C12D7D"/>
    <w:rsid w:val="00C131B5"/>
    <w:rsid w:val="00C16ABF"/>
    <w:rsid w:val="00C170AE"/>
    <w:rsid w:val="00C26CB7"/>
    <w:rsid w:val="00C324C1"/>
    <w:rsid w:val="00C34D0A"/>
    <w:rsid w:val="00C36992"/>
    <w:rsid w:val="00C55771"/>
    <w:rsid w:val="00C56036"/>
    <w:rsid w:val="00C61DC5"/>
    <w:rsid w:val="00C65DF5"/>
    <w:rsid w:val="00C67E92"/>
    <w:rsid w:val="00C70A26"/>
    <w:rsid w:val="00C766DF"/>
    <w:rsid w:val="00C83ABF"/>
    <w:rsid w:val="00C94B98"/>
    <w:rsid w:val="00CA2B96"/>
    <w:rsid w:val="00CA5089"/>
    <w:rsid w:val="00CA773C"/>
    <w:rsid w:val="00CB42CB"/>
    <w:rsid w:val="00CD6897"/>
    <w:rsid w:val="00CE5BAC"/>
    <w:rsid w:val="00CE653F"/>
    <w:rsid w:val="00CF25BE"/>
    <w:rsid w:val="00CF78ED"/>
    <w:rsid w:val="00D02B25"/>
    <w:rsid w:val="00D02EBA"/>
    <w:rsid w:val="00D17C3C"/>
    <w:rsid w:val="00D26B2C"/>
    <w:rsid w:val="00D31F50"/>
    <w:rsid w:val="00D341E5"/>
    <w:rsid w:val="00D352C9"/>
    <w:rsid w:val="00D35DE2"/>
    <w:rsid w:val="00D425B2"/>
    <w:rsid w:val="00D428D6"/>
    <w:rsid w:val="00D552B2"/>
    <w:rsid w:val="00D608D1"/>
    <w:rsid w:val="00D676CD"/>
    <w:rsid w:val="00D73CD0"/>
    <w:rsid w:val="00D74119"/>
    <w:rsid w:val="00D76064"/>
    <w:rsid w:val="00D768F6"/>
    <w:rsid w:val="00D8075B"/>
    <w:rsid w:val="00D8678B"/>
    <w:rsid w:val="00DA2114"/>
    <w:rsid w:val="00DA4EBE"/>
    <w:rsid w:val="00DE09C0"/>
    <w:rsid w:val="00DE4A14"/>
    <w:rsid w:val="00DF320D"/>
    <w:rsid w:val="00DF71C8"/>
    <w:rsid w:val="00DF75C6"/>
    <w:rsid w:val="00E11DA4"/>
    <w:rsid w:val="00E129B8"/>
    <w:rsid w:val="00E21E7D"/>
    <w:rsid w:val="00E22FBC"/>
    <w:rsid w:val="00E24BF5"/>
    <w:rsid w:val="00E25338"/>
    <w:rsid w:val="00E51E44"/>
    <w:rsid w:val="00E63348"/>
    <w:rsid w:val="00E768BD"/>
    <w:rsid w:val="00E77E88"/>
    <w:rsid w:val="00E8107D"/>
    <w:rsid w:val="00E960BB"/>
    <w:rsid w:val="00E97DC8"/>
    <w:rsid w:val="00EA2074"/>
    <w:rsid w:val="00EA4832"/>
    <w:rsid w:val="00EA4E9D"/>
    <w:rsid w:val="00EB6F61"/>
    <w:rsid w:val="00EC4899"/>
    <w:rsid w:val="00ED03AB"/>
    <w:rsid w:val="00ED32D2"/>
    <w:rsid w:val="00EE32DE"/>
    <w:rsid w:val="00EE5457"/>
    <w:rsid w:val="00EF0B01"/>
    <w:rsid w:val="00F070AB"/>
    <w:rsid w:val="00F17567"/>
    <w:rsid w:val="00F27A7B"/>
    <w:rsid w:val="00F526AF"/>
    <w:rsid w:val="00F617C3"/>
    <w:rsid w:val="00F7066B"/>
    <w:rsid w:val="00F76848"/>
    <w:rsid w:val="00F8024A"/>
    <w:rsid w:val="00F83B28"/>
    <w:rsid w:val="00F873C2"/>
    <w:rsid w:val="00FA46E5"/>
    <w:rsid w:val="00FB6B45"/>
    <w:rsid w:val="00FB7DBA"/>
    <w:rsid w:val="00FC1C25"/>
    <w:rsid w:val="00FC3F45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06A9BA-AF50-4001-B343-4FCFD28D1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B12FC5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character" w:styleId="Pogrubienie">
    <w:name w:val="Strong"/>
    <w:basedOn w:val="Domylnaczcionkaakapitu"/>
    <w:uiPriority w:val="22"/>
    <w:qFormat/>
    <w:rsid w:val="005970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40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D5E44-035C-4CDF-8CA3-C9001BE06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1339</Words>
  <Characters>8037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11</cp:revision>
  <cp:lastPrinted>2019-02-06T12:12:00Z</cp:lastPrinted>
  <dcterms:created xsi:type="dcterms:W3CDTF">2021-01-11T15:00:00Z</dcterms:created>
  <dcterms:modified xsi:type="dcterms:W3CDTF">2022-02-23T13:40:00Z</dcterms:modified>
</cp:coreProperties>
</file>